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F02" w:rsidRDefault="00955F02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955F02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17.11.2016</w:t>
      </w:r>
      <w:r w:rsidRPr="00944C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96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 </w:t>
      </w: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955F02" w:rsidRPr="003843E6" w:rsidRDefault="00955F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955F02" w:rsidRPr="003843E6" w:rsidRDefault="00955F02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955F02" w:rsidRDefault="00955F02" w:rsidP="00DB0B94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17.11.</w:t>
      </w:r>
      <w:r w:rsidRPr="00944CD5">
        <w:rPr>
          <w:rFonts w:ascii="Times New Roman" w:hAnsi="Times New Roman" w:cs="Times New Roman"/>
          <w:sz w:val="28"/>
          <w:szCs w:val="28"/>
        </w:rPr>
        <w:t xml:space="preserve">2016 № </w:t>
      </w:r>
      <w:r>
        <w:rPr>
          <w:rFonts w:ascii="Times New Roman" w:hAnsi="Times New Roman" w:cs="Times New Roman"/>
          <w:sz w:val="28"/>
          <w:szCs w:val="28"/>
        </w:rPr>
        <w:t>96</w:t>
      </w:r>
    </w:p>
    <w:p w:rsidR="00955F02" w:rsidRPr="003843E6" w:rsidRDefault="00955F02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955F02" w:rsidRDefault="00955F02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955F02" w:rsidRDefault="00955F0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55F02" w:rsidRPr="00F057D4" w:rsidRDefault="00955F0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55F02" w:rsidRPr="00FD0CD3" w:rsidRDefault="00955F0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955F02" w:rsidRPr="00FD0CD3" w:rsidRDefault="00955F0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955F02" w:rsidRPr="009105B9" w:rsidRDefault="00955F02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5F02" w:rsidRDefault="00955F02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955F02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02" w:rsidRPr="001435FF" w:rsidRDefault="00955F0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02" w:rsidRPr="008D66B7" w:rsidRDefault="00955F0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5F02" w:rsidRPr="001435FF" w:rsidRDefault="00955F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955F02" w:rsidRPr="001435FF" w:rsidRDefault="00955F02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955F02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02" w:rsidRPr="001435FF" w:rsidRDefault="00955F02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02" w:rsidRPr="001435FF" w:rsidRDefault="00955F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02" w:rsidRPr="001435FF" w:rsidRDefault="00955F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5F02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955F02" w:rsidRPr="001435FF" w:rsidRDefault="00955F02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955F02" w:rsidRPr="009C2D45" w:rsidRDefault="00955F02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955F02" w:rsidRPr="00690313" w:rsidRDefault="00955F0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F02" w:rsidRPr="001435FF">
        <w:trPr>
          <w:trHeight w:val="113"/>
        </w:trPr>
        <w:tc>
          <w:tcPr>
            <w:tcW w:w="561" w:type="dxa"/>
            <w:vMerge/>
          </w:tcPr>
          <w:p w:rsidR="00955F02" w:rsidRPr="001435FF" w:rsidRDefault="00955F02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955F02" w:rsidRPr="001435FF" w:rsidRDefault="00955F02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955F02" w:rsidRPr="001569FE" w:rsidRDefault="00955F02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6 533 400.00</w:t>
            </w:r>
          </w:p>
        </w:tc>
      </w:tr>
      <w:tr w:rsidR="00955F02" w:rsidRPr="00A755D8">
        <w:trPr>
          <w:trHeight w:val="113"/>
        </w:trPr>
        <w:tc>
          <w:tcPr>
            <w:tcW w:w="561" w:type="dxa"/>
          </w:tcPr>
          <w:p w:rsidR="00955F02" w:rsidRPr="00A755D8" w:rsidRDefault="00955F02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955F02" w:rsidRPr="00A755D8" w:rsidRDefault="00955F02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55F02" w:rsidRPr="00A755D8" w:rsidRDefault="00955F0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55F02" w:rsidRPr="00EE057C">
        <w:trPr>
          <w:trHeight w:val="113"/>
        </w:trPr>
        <w:tc>
          <w:tcPr>
            <w:tcW w:w="6961" w:type="dxa"/>
            <w:gridSpan w:val="2"/>
          </w:tcPr>
          <w:p w:rsidR="00955F02" w:rsidRPr="00EE057C" w:rsidRDefault="00955F02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955F02" w:rsidRDefault="00955F02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6 533 400.00</w:t>
            </w:r>
          </w:p>
        </w:tc>
      </w:tr>
    </w:tbl>
    <w:p w:rsidR="00955F02" w:rsidRPr="00EE057C" w:rsidRDefault="00955F02">
      <w:pPr>
        <w:rPr>
          <w:rFonts w:ascii="Times New Roman" w:hAnsi="Times New Roman" w:cs="Times New Roman"/>
          <w:sz w:val="28"/>
          <w:szCs w:val="28"/>
        </w:rPr>
      </w:pPr>
    </w:p>
    <w:p w:rsidR="00955F02" w:rsidRPr="00EE057C" w:rsidRDefault="00955F02">
      <w:pPr>
        <w:rPr>
          <w:rFonts w:ascii="Times New Roman" w:hAnsi="Times New Roman" w:cs="Times New Roman"/>
          <w:sz w:val="28"/>
          <w:szCs w:val="28"/>
        </w:rPr>
      </w:pPr>
    </w:p>
    <w:p w:rsidR="00955F02" w:rsidRPr="00EE057C" w:rsidRDefault="00955F02">
      <w:pPr>
        <w:rPr>
          <w:rFonts w:ascii="Times New Roman" w:hAnsi="Times New Roman" w:cs="Times New Roman"/>
          <w:sz w:val="28"/>
          <w:szCs w:val="28"/>
        </w:rPr>
      </w:pPr>
    </w:p>
    <w:p w:rsidR="00955F02" w:rsidRPr="00EE057C" w:rsidRDefault="00955F02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955F02" w:rsidRDefault="00955F02"/>
    <w:sectPr w:rsidR="00955F02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B7F2D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4894"/>
    <w:rsid w:val="00416CA1"/>
    <w:rsid w:val="0042235E"/>
    <w:rsid w:val="00423A79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300A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55F02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1BD2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347C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B94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144</Words>
  <Characters>826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Кристина</cp:lastModifiedBy>
  <cp:revision>20</cp:revision>
  <cp:lastPrinted>2016-09-26T07:00:00Z</cp:lastPrinted>
  <dcterms:created xsi:type="dcterms:W3CDTF">2014-11-11T11:46:00Z</dcterms:created>
  <dcterms:modified xsi:type="dcterms:W3CDTF">2016-11-23T12:57:00Z</dcterms:modified>
</cp:coreProperties>
</file>